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36B0D">
        <w:rPr>
          <w:rFonts w:ascii="Times New Roman" w:hAnsi="Times New Roman"/>
          <w:b/>
          <w:bCs/>
          <w:sz w:val="24"/>
          <w:szCs w:val="24"/>
        </w:rPr>
        <w:t>Договор аренды земельного участка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019"/>
        <w:gridCol w:w="4980"/>
      </w:tblGrid>
      <w:tr w:rsidR="00107553" w:rsidRPr="00376268"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</w:tcPr>
          <w:p w:rsidR="00107553" w:rsidRPr="00376268" w:rsidRDefault="00107553" w:rsidP="009F2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268"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</w:tcPr>
          <w:p w:rsidR="00107553" w:rsidRPr="00376268" w:rsidRDefault="00107553" w:rsidP="009F2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6268">
              <w:rPr>
                <w:rFonts w:ascii="Times New Roman" w:hAnsi="Times New Roman"/>
                <w:sz w:val="24"/>
                <w:szCs w:val="24"/>
              </w:rPr>
              <w:t>«__» ______________ ____ г.</w:t>
            </w:r>
          </w:p>
        </w:tc>
      </w:tr>
    </w:tbl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07553" w:rsidRPr="00A35B5B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Администрация Писаревского сельского поселения Фроловского муниципального района Волгоградской области</w:t>
      </w:r>
      <w:r w:rsidRPr="00636B0D">
        <w:rPr>
          <w:rFonts w:ascii="Times New Roman" w:hAnsi="Times New Roman"/>
          <w:sz w:val="24"/>
          <w:szCs w:val="24"/>
        </w:rPr>
        <w:t xml:space="preserve"> в </w:t>
      </w:r>
      <w:r w:rsidRPr="00A35B5B">
        <w:rPr>
          <w:rFonts w:ascii="Times New Roman" w:hAnsi="Times New Roman"/>
          <w:sz w:val="24"/>
          <w:szCs w:val="24"/>
        </w:rPr>
        <w:t xml:space="preserve">лице </w:t>
      </w:r>
      <w:r>
        <w:rPr>
          <w:rFonts w:ascii="Times New Roman" w:hAnsi="Times New Roman"/>
          <w:sz w:val="24"/>
          <w:szCs w:val="24"/>
        </w:rPr>
        <w:t xml:space="preserve">главы </w:t>
      </w:r>
      <w:r w:rsidRPr="00A35B5B">
        <w:rPr>
          <w:rFonts w:ascii="Times New Roman" w:hAnsi="Times New Roman"/>
          <w:sz w:val="24"/>
          <w:szCs w:val="24"/>
        </w:rPr>
        <w:t xml:space="preserve">__________________, действующего на основании </w:t>
      </w:r>
      <w:r>
        <w:rPr>
          <w:rFonts w:ascii="Times New Roman" w:hAnsi="Times New Roman"/>
          <w:sz w:val="24"/>
          <w:szCs w:val="24"/>
        </w:rPr>
        <w:t>Устава</w:t>
      </w:r>
      <w:r w:rsidRPr="00A35B5B">
        <w:rPr>
          <w:rFonts w:ascii="Times New Roman" w:hAnsi="Times New Roman"/>
          <w:sz w:val="24"/>
          <w:szCs w:val="24"/>
        </w:rPr>
        <w:t>, именуемое в дальнейшем «Арендодатель», с одной стороны и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35B5B">
        <w:rPr>
          <w:rFonts w:ascii="Times New Roman" w:hAnsi="Times New Roman"/>
          <w:sz w:val="24"/>
          <w:szCs w:val="24"/>
        </w:rPr>
        <w:t>____________________, именуемое в дальнейшем «Арендатор</w:t>
      </w:r>
      <w:r w:rsidRPr="00636B0D">
        <w:rPr>
          <w:rFonts w:ascii="Times New Roman" w:hAnsi="Times New Roman"/>
          <w:sz w:val="24"/>
          <w:szCs w:val="24"/>
        </w:rPr>
        <w:t>», с другой стороны, а вместе именуемые «Стороны»,</w:t>
      </w:r>
      <w:r>
        <w:rPr>
          <w:rFonts w:ascii="Times New Roman" w:hAnsi="Times New Roman"/>
          <w:sz w:val="24"/>
          <w:szCs w:val="24"/>
        </w:rPr>
        <w:t xml:space="preserve"> на основании протокола ______________ № _______ от «__» ________ ____ г.</w:t>
      </w:r>
      <w:r w:rsidRPr="00636B0D">
        <w:rPr>
          <w:rFonts w:ascii="Times New Roman" w:hAnsi="Times New Roman"/>
          <w:sz w:val="24"/>
          <w:szCs w:val="24"/>
        </w:rPr>
        <w:t xml:space="preserve"> заключили настоящий договор о нижеследующем:</w:t>
      </w:r>
    </w:p>
    <w:p w:rsidR="00107553" w:rsidRPr="00F50006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07553" w:rsidRPr="00F50006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50006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107553" w:rsidRPr="00F50006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07553" w:rsidRPr="00F50006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50006">
        <w:rPr>
          <w:rFonts w:ascii="Times New Roman" w:hAnsi="Times New Roman"/>
          <w:sz w:val="24"/>
          <w:szCs w:val="24"/>
        </w:rPr>
        <w:t xml:space="preserve">1.1. Арендодатель предоставляет Арендатору во временное пользование за плату земельный участок категории земель </w:t>
      </w:r>
      <w:r>
        <w:rPr>
          <w:rFonts w:ascii="Times New Roman" w:hAnsi="Times New Roman"/>
          <w:sz w:val="24"/>
          <w:szCs w:val="24"/>
        </w:rPr>
        <w:t>– земли сельскохозяйственного назначения</w:t>
      </w:r>
      <w:r w:rsidRPr="00F50006">
        <w:rPr>
          <w:rFonts w:ascii="Times New Roman" w:hAnsi="Times New Roman"/>
          <w:sz w:val="24"/>
          <w:szCs w:val="24"/>
        </w:rPr>
        <w:t>, вид разрешенного использования</w:t>
      </w:r>
      <w:r>
        <w:rPr>
          <w:rFonts w:ascii="Times New Roman" w:hAnsi="Times New Roman"/>
          <w:sz w:val="24"/>
          <w:szCs w:val="24"/>
        </w:rPr>
        <w:t xml:space="preserve"> – для сельскохозяйственного производства,</w:t>
      </w:r>
      <w:r w:rsidRPr="00F50006">
        <w:rPr>
          <w:rFonts w:ascii="Times New Roman" w:hAnsi="Times New Roman"/>
          <w:sz w:val="24"/>
          <w:szCs w:val="24"/>
        </w:rPr>
        <w:t xml:space="preserve"> площадью </w:t>
      </w:r>
      <w:r>
        <w:rPr>
          <w:rFonts w:ascii="Times New Roman" w:hAnsi="Times New Roman"/>
          <w:sz w:val="24"/>
          <w:szCs w:val="24"/>
        </w:rPr>
        <w:t>681 000</w:t>
      </w:r>
      <w:r w:rsidRPr="00F50006">
        <w:rPr>
          <w:rFonts w:ascii="Times New Roman" w:hAnsi="Times New Roman"/>
          <w:sz w:val="24"/>
          <w:szCs w:val="24"/>
        </w:rPr>
        <w:t xml:space="preserve"> кв. м, кадастровый номер </w:t>
      </w:r>
      <w:r>
        <w:rPr>
          <w:rFonts w:ascii="Times New Roman" w:hAnsi="Times New Roman"/>
          <w:sz w:val="24"/>
          <w:szCs w:val="24"/>
        </w:rPr>
        <w:t>34:32:050003:1746</w:t>
      </w:r>
      <w:r w:rsidRPr="00F50006">
        <w:rPr>
          <w:rFonts w:ascii="Times New Roman" w:hAnsi="Times New Roman"/>
          <w:sz w:val="24"/>
          <w:szCs w:val="24"/>
        </w:rPr>
        <w:t xml:space="preserve">, </w:t>
      </w:r>
      <w:r w:rsidRPr="00F50006">
        <w:rPr>
          <w:rFonts w:ascii="Times New Roman" w:hAnsi="Times New Roman"/>
          <w:sz w:val="24"/>
          <w:szCs w:val="24"/>
          <w:shd w:val="clear" w:color="auto" w:fill="FFFFFF"/>
        </w:rPr>
        <w:t>местоположение</w:t>
      </w:r>
      <w:r w:rsidRPr="00F5000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территория Писаревского сельского поселения</w:t>
      </w:r>
      <w:r w:rsidRPr="00F50006">
        <w:rPr>
          <w:rFonts w:ascii="Times New Roman" w:hAnsi="Times New Roman"/>
          <w:sz w:val="24"/>
          <w:szCs w:val="24"/>
        </w:rPr>
        <w:t>.</w:t>
      </w:r>
    </w:p>
    <w:p w:rsidR="00107553" w:rsidRPr="00F50006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50006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2</w:t>
      </w:r>
      <w:r w:rsidRPr="00F50006">
        <w:rPr>
          <w:rFonts w:ascii="Times New Roman" w:hAnsi="Times New Roman"/>
          <w:sz w:val="24"/>
          <w:szCs w:val="24"/>
        </w:rPr>
        <w:t xml:space="preserve">. На момент заключения настоящего договора сдаваемый в аренду земельный участок принадлежит Арендодателю на праве собственности, что подтверждается </w:t>
      </w:r>
      <w:r>
        <w:rPr>
          <w:rFonts w:ascii="Times New Roman" w:hAnsi="Times New Roman"/>
          <w:sz w:val="24"/>
          <w:szCs w:val="24"/>
        </w:rPr>
        <w:t>выпиской из Единого государственного реестра недвижимости об основных характеристиках и зарегистрированных правах на объект недвижимости от 02.09.2021г.</w:t>
      </w:r>
      <w:r w:rsidRPr="00F50006">
        <w:rPr>
          <w:rFonts w:ascii="Times New Roman" w:hAnsi="Times New Roman"/>
          <w:sz w:val="24"/>
          <w:szCs w:val="24"/>
        </w:rPr>
        <w:t>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36B0D">
        <w:rPr>
          <w:rFonts w:ascii="Times New Roman" w:hAnsi="Times New Roman"/>
          <w:b/>
          <w:bCs/>
          <w:sz w:val="24"/>
          <w:szCs w:val="24"/>
        </w:rPr>
        <w:t>2. Арендная плата и порядок расчетов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07553" w:rsidRPr="00C72809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72809">
        <w:rPr>
          <w:rFonts w:ascii="Times New Roman" w:hAnsi="Times New Roman"/>
          <w:sz w:val="24"/>
          <w:szCs w:val="24"/>
        </w:rPr>
        <w:t xml:space="preserve">2.1. Арендная плата устанавливается в денежной форме и составляет _____________ (_____________) в год. </w:t>
      </w:r>
      <w:bookmarkStart w:id="0" w:name="_GoBack"/>
      <w:bookmarkEnd w:id="0"/>
    </w:p>
    <w:p w:rsidR="00107553" w:rsidRPr="00C72809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72809">
        <w:rPr>
          <w:rFonts w:ascii="Times New Roman" w:hAnsi="Times New Roman"/>
          <w:sz w:val="24"/>
          <w:szCs w:val="24"/>
        </w:rPr>
        <w:t xml:space="preserve">2.2. Арендатор вносит арендную плату Арендодателю безналичным путем равными долями ежеквартально не позднее 10 января, 10 апреля, 10 июля, 10 октября по следующим реквизитам: </w:t>
      </w:r>
      <w:r w:rsidRPr="00C72809">
        <w:rPr>
          <w:rFonts w:ascii="Times New Roman" w:hAnsi="Times New Roman"/>
          <w:bCs/>
          <w:sz w:val="24"/>
          <w:szCs w:val="24"/>
        </w:rPr>
        <w:t>получатель  –УФК по Волгоградской области (Администрация Писаревского сельского поселения  Фроловского муниципального района Волгоградской области л/сч 04263045900) Банк получателя: Отделение Волгоград /УФК по Волгоградской области г.Волгоград  р/с 40102810445370000021,  БИК 011806101, казначейский счет 03100643000000012900,  ИНН 3432000518, КПП 343201001, КБК 948 111 050 251 000 00120, ОКТМО 18656436</w:t>
      </w:r>
      <w:r w:rsidRPr="00C72809">
        <w:rPr>
          <w:rFonts w:ascii="Times New Roman" w:hAnsi="Times New Roman"/>
          <w:sz w:val="24"/>
          <w:szCs w:val="24"/>
        </w:rPr>
        <w:t>.</w:t>
      </w:r>
    </w:p>
    <w:p w:rsidR="00107553" w:rsidRDefault="00107553" w:rsidP="009F25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1A7C">
        <w:rPr>
          <w:rFonts w:ascii="Times New Roman" w:hAnsi="Times New Roman"/>
          <w:sz w:val="24"/>
          <w:szCs w:val="24"/>
        </w:rPr>
        <w:t>2.3. Размер арендной платы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</w:t>
      </w:r>
      <w:r w:rsidRPr="007E467D">
        <w:rPr>
          <w:rFonts w:ascii="Times New Roman" w:hAnsi="Times New Roman"/>
          <w:sz w:val="24"/>
          <w:szCs w:val="24"/>
        </w:rPr>
        <w:t xml:space="preserve"> года, начиная с года, следующего за годом, в котором заключен настоящий договор.</w:t>
      </w:r>
    </w:p>
    <w:p w:rsidR="00107553" w:rsidRPr="00636B0D" w:rsidRDefault="00107553" w:rsidP="009F25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7553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36B0D">
        <w:rPr>
          <w:rFonts w:ascii="Times New Roman" w:hAnsi="Times New Roman"/>
          <w:b/>
          <w:bCs/>
          <w:sz w:val="24"/>
          <w:szCs w:val="24"/>
        </w:rPr>
        <w:t>3. Права и обязанности Сторон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3.1. Арендатор имеет право: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3.1.1. Требовать соответственного уменьшения арендной платы, если в силу обстоятельств, за которые он не отвечает, условия пользования, предусмотренные настоящим договором, или состояние земельного участка существенно ухудшились.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3.1.2. Передать арендованный земельный участок в субаренду в пределах срока настоящего договора без согласия собственника земельного участка при условии его уведомления. На субарендатора распространяются все права и обязанности Арендаторов, предусмотренные настоящим договором.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>3</w:t>
      </w:r>
      <w:r w:rsidRPr="00636B0D">
        <w:rPr>
          <w:rFonts w:ascii="Times New Roman" w:hAnsi="Times New Roman"/>
          <w:sz w:val="24"/>
          <w:szCs w:val="24"/>
        </w:rPr>
        <w:t>. Проводить в соответствии с разрешенным использованием оросительные, осушительные, культуртехнические и другие мелиоративные работы, строить пруды и иные водные объекты в соответствии с установленными законодательством экологическими, строительными, санитарно-гигиеническими и иными специальными требованиями.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>4</w:t>
      </w:r>
      <w:r w:rsidRPr="00636B0D">
        <w:rPr>
          <w:rFonts w:ascii="Times New Roman" w:hAnsi="Times New Roman"/>
          <w:sz w:val="24"/>
          <w:szCs w:val="24"/>
        </w:rPr>
        <w:t>. Осуществлять другие права на использование земельного участка, предусмотренные законодательством.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3.2. Арендатор обязан: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3.2.1. Своевременно вносить арендную плату за пользование земельным участком.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3.2.2. Использовать земельный участок в соответствии с его принадлежностью к определенной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3.2.3.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3.2.4. Осуществлять мероприятия по охране земельного участка и расположенных на нем других природных ресурсов.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3.2.5.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3.2.6. Не допускать загрязнение, захламление, деградацию и ухудшение плодородия почв на земельном участке.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3.2.7. При прекращении договора аренды вернуть Арендодателю земельный участок в пригодном к использованию состоянии.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3.3. Арендодатель имеет право: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3.3.1. Контролировать целевое использование Арендатором переданного в аренду земельного участка.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3.3.2. Требовать расторжения договора и возмещения убытков в случае, если Арендатор использует земельный участок не в соответствии с его целевым назначением и условиями настоящего договора.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 xml:space="preserve">3.3.3. В случае существенного нарушения Арендатором сроков внесения арендной платы потребовать от него досрочного внесения арендной платы в течение </w:t>
      </w:r>
      <w:r>
        <w:rPr>
          <w:rFonts w:ascii="Times New Roman" w:hAnsi="Times New Roman"/>
          <w:sz w:val="24"/>
          <w:szCs w:val="24"/>
        </w:rPr>
        <w:t>10 дней</w:t>
      </w:r>
      <w:r w:rsidRPr="00636B0D">
        <w:rPr>
          <w:rFonts w:ascii="Times New Roman" w:hAnsi="Times New Roman"/>
          <w:sz w:val="24"/>
          <w:szCs w:val="24"/>
        </w:rPr>
        <w:t xml:space="preserve"> за два срока подряд.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3.4. Арендодатель обязан: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 xml:space="preserve">3.4.1. Предоставить Арендатору земельный участок в состоянии, пригодном для использования в соответствии с </w:t>
      </w:r>
      <w:r>
        <w:rPr>
          <w:rFonts w:ascii="Times New Roman" w:hAnsi="Times New Roman"/>
          <w:sz w:val="24"/>
          <w:szCs w:val="24"/>
        </w:rPr>
        <w:t>разрешенным использованием, предусмотренным пунктом</w:t>
      </w:r>
      <w:r w:rsidRPr="00636B0D">
        <w:rPr>
          <w:rFonts w:ascii="Times New Roman" w:hAnsi="Times New Roman"/>
          <w:sz w:val="24"/>
          <w:szCs w:val="24"/>
        </w:rPr>
        <w:t xml:space="preserve"> 1.</w:t>
      </w:r>
      <w:r>
        <w:rPr>
          <w:rFonts w:ascii="Times New Roman" w:hAnsi="Times New Roman"/>
          <w:sz w:val="24"/>
          <w:szCs w:val="24"/>
        </w:rPr>
        <w:t>1</w:t>
      </w:r>
      <w:r w:rsidRPr="00636B0D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3.4.2. Воздерживаться от любых действий, создающих для Арендатора препятствия в использовании земельного участка.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3.4.</w:t>
      </w:r>
      <w:r>
        <w:rPr>
          <w:rFonts w:ascii="Times New Roman" w:hAnsi="Times New Roman"/>
          <w:sz w:val="24"/>
          <w:szCs w:val="24"/>
        </w:rPr>
        <w:t>3</w:t>
      </w:r>
      <w:r w:rsidRPr="00636B0D">
        <w:rPr>
          <w:rFonts w:ascii="Times New Roman" w:hAnsi="Times New Roman"/>
          <w:sz w:val="24"/>
          <w:szCs w:val="24"/>
        </w:rPr>
        <w:t xml:space="preserve">. Принять от Арендатора по акту приема-возврата земельный участок в </w:t>
      </w:r>
      <w:r>
        <w:rPr>
          <w:rFonts w:ascii="Times New Roman" w:hAnsi="Times New Roman"/>
          <w:sz w:val="24"/>
          <w:szCs w:val="24"/>
        </w:rPr>
        <w:t>5</w:t>
      </w:r>
      <w:r w:rsidRPr="00636B0D">
        <w:rPr>
          <w:rFonts w:ascii="Times New Roman" w:hAnsi="Times New Roman"/>
          <w:sz w:val="24"/>
          <w:szCs w:val="24"/>
        </w:rPr>
        <w:t>-дневный срок по истечении срока аренды либо при прекращении настоящего договора по иным основаниям.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36B0D">
        <w:rPr>
          <w:rFonts w:ascii="Times New Roman" w:hAnsi="Times New Roman"/>
          <w:b/>
          <w:bCs/>
          <w:sz w:val="24"/>
          <w:szCs w:val="24"/>
        </w:rPr>
        <w:t>4. Срок аренды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 xml:space="preserve">4.1. Настоящий договор заключен на </w:t>
      </w:r>
      <w:r>
        <w:rPr>
          <w:rFonts w:ascii="Times New Roman" w:hAnsi="Times New Roman"/>
          <w:sz w:val="24"/>
          <w:szCs w:val="24"/>
        </w:rPr>
        <w:t>10 лет</w:t>
      </w:r>
      <w:r w:rsidRPr="00636B0D">
        <w:rPr>
          <w:rFonts w:ascii="Times New Roman" w:hAnsi="Times New Roman"/>
          <w:sz w:val="24"/>
          <w:szCs w:val="24"/>
        </w:rPr>
        <w:t>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36B0D">
        <w:rPr>
          <w:rFonts w:ascii="Times New Roman" w:hAnsi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sz w:val="24"/>
          <w:szCs w:val="24"/>
        </w:rPr>
        <w:t xml:space="preserve"> Расторжение</w:t>
      </w:r>
      <w:r w:rsidRPr="00636B0D">
        <w:rPr>
          <w:rFonts w:ascii="Times New Roman" w:hAnsi="Times New Roman"/>
          <w:b/>
          <w:bCs/>
          <w:sz w:val="24"/>
          <w:szCs w:val="24"/>
        </w:rPr>
        <w:t xml:space="preserve"> договора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1</w:t>
      </w:r>
      <w:r w:rsidRPr="00636B0D">
        <w:rPr>
          <w:rFonts w:ascii="Times New Roman" w:hAnsi="Times New Roman"/>
          <w:sz w:val="24"/>
          <w:szCs w:val="24"/>
        </w:rPr>
        <w:t>. По требованию Арендодателя настоящий договор может быть расторгнут в судебном порядке в случаях: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- использования земельного участка не в соответствии с его категори</w:t>
      </w:r>
      <w:r>
        <w:rPr>
          <w:rFonts w:ascii="Times New Roman" w:hAnsi="Times New Roman"/>
          <w:sz w:val="24"/>
          <w:szCs w:val="24"/>
        </w:rPr>
        <w:t>ей</w:t>
      </w:r>
      <w:r w:rsidRPr="00636B0D">
        <w:rPr>
          <w:rFonts w:ascii="Times New Roman" w:hAnsi="Times New Roman"/>
          <w:sz w:val="24"/>
          <w:szCs w:val="24"/>
        </w:rPr>
        <w:t xml:space="preserve"> земель и разрешенным использованием</w:t>
      </w:r>
      <w:r>
        <w:rPr>
          <w:rFonts w:ascii="Times New Roman" w:hAnsi="Times New Roman"/>
          <w:sz w:val="24"/>
          <w:szCs w:val="24"/>
        </w:rPr>
        <w:t>;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- использования земельного участка, которое приводит к существенному снижению плодородия сельскохозяйственных земель или значительному ухудшению экологической обстановки;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- неустранения совершенного умышленно земельного правонарушения, выражающегося в отравлении, загрязнении, порче или уничтожении плодородного слоя почвы вследствие нарушения правил обращения с удобрениями, стимуляторами роста растений, ядохимикатами и иными опасными химическими или биологическими веществами при их хранении, использовании и транспортировке, повлекших за собой причинение вреда здоровью человека или окружающей среде;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- в иных предусмотренных федеральными законами случаях.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2</w:t>
      </w:r>
      <w:r w:rsidRPr="00636B0D">
        <w:rPr>
          <w:rFonts w:ascii="Times New Roman" w:hAnsi="Times New Roman"/>
          <w:sz w:val="24"/>
          <w:szCs w:val="24"/>
        </w:rPr>
        <w:t>. По требованию Арендатора настоящий договор аренды может быть расторгнут в судебном порядке, если: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- 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-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- земельный участок в силу обстоятельств, не зависящих от Арендатора, окажется в состоянии, не пригодном для использования.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36B0D">
        <w:rPr>
          <w:rFonts w:ascii="Times New Roman" w:hAnsi="Times New Roman"/>
          <w:b/>
          <w:bCs/>
          <w:sz w:val="24"/>
          <w:szCs w:val="24"/>
        </w:rPr>
        <w:t>6. Ответственность Сторон по договору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6.1.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 xml:space="preserve">6.2. Арендатор обязан возместить Арендодателю убытки (реальный ущерб), причиненный задержкой возврата сданного </w:t>
      </w:r>
      <w:r>
        <w:rPr>
          <w:rFonts w:ascii="Times New Roman" w:hAnsi="Times New Roman"/>
          <w:sz w:val="24"/>
          <w:szCs w:val="24"/>
        </w:rPr>
        <w:t>в аренду</w:t>
      </w:r>
      <w:r w:rsidRPr="00636B0D">
        <w:rPr>
          <w:rFonts w:ascii="Times New Roman" w:hAnsi="Times New Roman"/>
          <w:sz w:val="24"/>
          <w:szCs w:val="24"/>
        </w:rPr>
        <w:t xml:space="preserve"> земельного участка.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6.3. Арендодатель несет перед Арендатором ответственность за недостатки сданного в аренду земельного участка, полностью или частично препятствующие пользованию им, даже если во время заключения настоящего договора он не знал об этих недостатках.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 xml:space="preserve">6.4. В случае просрочки уплаты арендных платежей Арендатор выплачивает Арендодателю пеню в размере </w:t>
      </w:r>
      <w:r>
        <w:rPr>
          <w:rFonts w:ascii="Times New Roman" w:hAnsi="Times New Roman"/>
          <w:sz w:val="24"/>
          <w:szCs w:val="24"/>
        </w:rPr>
        <w:t>1</w:t>
      </w:r>
      <w:r w:rsidRPr="00636B0D">
        <w:rPr>
          <w:rFonts w:ascii="Times New Roman" w:hAnsi="Times New Roman"/>
          <w:sz w:val="24"/>
          <w:szCs w:val="24"/>
        </w:rPr>
        <w:t> % от суммы долга за каждый день просрочки.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 xml:space="preserve">6.5. В случае использования земельного участка не в соответствии с его целевым назначением Арендатор выплачивает Арендодателю штраф в </w:t>
      </w:r>
      <w:r>
        <w:rPr>
          <w:rFonts w:ascii="Times New Roman" w:hAnsi="Times New Roman"/>
          <w:sz w:val="24"/>
          <w:szCs w:val="24"/>
        </w:rPr>
        <w:t>3</w:t>
      </w:r>
      <w:r w:rsidRPr="00636B0D">
        <w:rPr>
          <w:rFonts w:ascii="Times New Roman" w:hAnsi="Times New Roman"/>
          <w:sz w:val="24"/>
          <w:szCs w:val="24"/>
        </w:rPr>
        <w:t>-кратном размере месячной арендной платы и возмещает все причиненные этим убытки (реальный ущерб).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36B0D">
        <w:rPr>
          <w:rFonts w:ascii="Times New Roman" w:hAnsi="Times New Roman"/>
          <w:b/>
          <w:bCs/>
          <w:sz w:val="24"/>
          <w:szCs w:val="24"/>
        </w:rPr>
        <w:t>7. Заключительные положения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7.1. На момент заключения настоящего договора Арендодатель гарантирует, что земельный участок, сдаваемый в аренду, не заложен, не арестован, не обременен правами и не является предметом исков третьих лиц.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7.2. Любые споры, возникающие из настоящего договора или в связи с ним, подлежат окончательному урегулированию в судебном порядке.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 xml:space="preserve">7.3. Настоящий Договор составлен и подписан в трех экземплярах, из которых один хранится в делах </w:t>
      </w:r>
      <w:r>
        <w:rPr>
          <w:rFonts w:ascii="Times New Roman" w:hAnsi="Times New Roman"/>
          <w:sz w:val="24"/>
          <w:szCs w:val="24"/>
        </w:rPr>
        <w:t>органа регистрации</w:t>
      </w:r>
      <w:r w:rsidRPr="00636B0D">
        <w:rPr>
          <w:rFonts w:ascii="Times New Roman" w:hAnsi="Times New Roman"/>
          <w:sz w:val="24"/>
          <w:szCs w:val="24"/>
        </w:rPr>
        <w:t>, а остальные выдаются по экземпляру Арендодателю и Арендатору.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36B0D">
        <w:rPr>
          <w:rFonts w:ascii="Times New Roman" w:hAnsi="Times New Roman"/>
          <w:sz w:val="24"/>
          <w:szCs w:val="24"/>
        </w:rPr>
        <w:t>7.4. Наст</w:t>
      </w:r>
      <w:r>
        <w:rPr>
          <w:rFonts w:ascii="Times New Roman" w:hAnsi="Times New Roman"/>
          <w:sz w:val="24"/>
          <w:szCs w:val="24"/>
        </w:rPr>
        <w:t xml:space="preserve">оящий договор вступает в силу с </w:t>
      </w:r>
      <w:r w:rsidRPr="00636B0D">
        <w:rPr>
          <w:rFonts w:ascii="Times New Roman" w:hAnsi="Times New Roman"/>
          <w:sz w:val="24"/>
          <w:szCs w:val="24"/>
        </w:rPr>
        <w:t xml:space="preserve">даты его </w:t>
      </w:r>
      <w:r>
        <w:rPr>
          <w:rFonts w:ascii="Times New Roman" w:hAnsi="Times New Roman"/>
          <w:sz w:val="24"/>
          <w:szCs w:val="24"/>
        </w:rPr>
        <w:t xml:space="preserve">государственной </w:t>
      </w:r>
      <w:r w:rsidRPr="00636B0D">
        <w:rPr>
          <w:rFonts w:ascii="Times New Roman" w:hAnsi="Times New Roman"/>
          <w:sz w:val="24"/>
          <w:szCs w:val="24"/>
        </w:rPr>
        <w:t>регистрации</w:t>
      </w:r>
      <w:r>
        <w:rPr>
          <w:rFonts w:ascii="Times New Roman" w:hAnsi="Times New Roman"/>
          <w:sz w:val="24"/>
          <w:szCs w:val="24"/>
        </w:rPr>
        <w:t>.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highlight w:val="white"/>
        </w:rPr>
      </w:pP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36B0D">
        <w:rPr>
          <w:rFonts w:ascii="Times New Roman" w:hAnsi="Times New Roman"/>
          <w:b/>
          <w:bCs/>
          <w:sz w:val="24"/>
          <w:szCs w:val="24"/>
        </w:rPr>
        <w:t>8. Реквизиты и подписи Сторон</w:t>
      </w:r>
    </w:p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1069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34"/>
        <w:gridCol w:w="5065"/>
      </w:tblGrid>
      <w:tr w:rsidR="00107553" w:rsidRPr="00376268" w:rsidTr="004963AA">
        <w:tc>
          <w:tcPr>
            <w:tcW w:w="5634" w:type="dxa"/>
            <w:tcBorders>
              <w:top w:val="nil"/>
              <w:left w:val="nil"/>
              <w:bottom w:val="nil"/>
              <w:right w:val="nil"/>
            </w:tcBorders>
          </w:tcPr>
          <w:p w:rsidR="00107553" w:rsidRDefault="00107553">
            <w:r>
              <w:t xml:space="preserve">Арендодатель </w:t>
            </w:r>
          </w:p>
          <w:tbl>
            <w:tblPr>
              <w:tblW w:w="11245" w:type="dxa"/>
              <w:tblLayout w:type="fixed"/>
              <w:tblLook w:val="00A0"/>
            </w:tblPr>
            <w:tblGrid>
              <w:gridCol w:w="1993"/>
              <w:gridCol w:w="2063"/>
              <w:gridCol w:w="2043"/>
              <w:gridCol w:w="1861"/>
              <w:gridCol w:w="3285"/>
            </w:tblGrid>
            <w:tr w:rsidR="00107553" w:rsidRPr="005D52A1" w:rsidTr="004963AA">
              <w:trPr>
                <w:gridAfter w:val="1"/>
                <w:wAfter w:w="3285" w:type="dxa"/>
                <w:trHeight w:val="630"/>
              </w:trPr>
              <w:tc>
                <w:tcPr>
                  <w:tcW w:w="7960" w:type="dxa"/>
                  <w:gridSpan w:val="4"/>
                  <w:shd w:val="clear" w:color="000000" w:fill="FFFFFF"/>
                </w:tcPr>
                <w:p w:rsidR="00107553" w:rsidRDefault="00107553" w:rsidP="008C4EC2">
                  <w:pPr>
                    <w:rPr>
                      <w:rFonts w:ascii="Arial" w:hAnsi="Arial"/>
                      <w:b/>
                      <w:bCs/>
                      <w:i/>
                      <w:iCs/>
                    </w:rPr>
                  </w:pPr>
                  <w:r w:rsidRPr="005D52A1">
                    <w:rPr>
                      <w:rFonts w:ascii="Arial" w:hAnsi="Arial"/>
                      <w:b/>
                      <w:bCs/>
                      <w:i/>
                      <w:iCs/>
                    </w:rPr>
                    <w:t xml:space="preserve">Администрация  Писаревского </w:t>
                  </w:r>
                </w:p>
                <w:p w:rsidR="00107553" w:rsidRPr="005D52A1" w:rsidRDefault="00107553" w:rsidP="008C4EC2">
                  <w:pPr>
                    <w:rPr>
                      <w:rFonts w:ascii="Arial" w:hAnsi="Arial"/>
                      <w:b/>
                      <w:bCs/>
                      <w:i/>
                      <w:iCs/>
                    </w:rPr>
                  </w:pPr>
                  <w:r w:rsidRPr="005D52A1">
                    <w:rPr>
                      <w:rFonts w:ascii="Arial" w:hAnsi="Arial"/>
                      <w:b/>
                      <w:bCs/>
                      <w:i/>
                      <w:iCs/>
                    </w:rPr>
                    <w:t xml:space="preserve">сельского поселения в  лице  </w:t>
                  </w:r>
                </w:p>
              </w:tc>
            </w:tr>
            <w:tr w:rsidR="00107553" w:rsidRPr="005D52A1" w:rsidTr="004963AA">
              <w:trPr>
                <w:gridAfter w:val="1"/>
                <w:wAfter w:w="3285" w:type="dxa"/>
                <w:trHeight w:val="1185"/>
              </w:trPr>
              <w:tc>
                <w:tcPr>
                  <w:tcW w:w="7960" w:type="dxa"/>
                  <w:gridSpan w:val="4"/>
                </w:tcPr>
                <w:p w:rsidR="00107553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 xml:space="preserve">Главы Писаревского сельского поселения </w:t>
                  </w:r>
                </w:p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 xml:space="preserve">Суркова Сергея Александровича </w:t>
                  </w:r>
                </w:p>
              </w:tc>
            </w:tr>
            <w:tr w:rsidR="00107553" w:rsidRPr="005D52A1" w:rsidTr="004963AA">
              <w:trPr>
                <w:trHeight w:val="840"/>
              </w:trPr>
              <w:tc>
                <w:tcPr>
                  <w:tcW w:w="11245" w:type="dxa"/>
                  <w:gridSpan w:val="5"/>
                  <w:vMerge w:val="restart"/>
                </w:tcPr>
                <w:p w:rsidR="00107553" w:rsidRPr="006912BC" w:rsidRDefault="00107553" w:rsidP="004E0727">
                  <w:pPr>
                    <w:pStyle w:val="PlainText"/>
                    <w:rPr>
                      <w:rFonts w:ascii="Arial" w:hAnsi="Arial" w:cs="Arial"/>
                      <w:b/>
                      <w:bCs/>
                      <w:i/>
                      <w:iCs/>
                    </w:rPr>
                  </w:pPr>
                  <w:r w:rsidRPr="006912BC"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 xml:space="preserve">Реквизиты: Администрация Писаревского сельского поселения   </w:t>
                  </w:r>
                </w:p>
                <w:p w:rsidR="00107553" w:rsidRPr="006912BC" w:rsidRDefault="00107553" w:rsidP="004E0727">
                  <w:pPr>
                    <w:pStyle w:val="PlainText"/>
                    <w:rPr>
                      <w:rFonts w:ascii="Arial" w:hAnsi="Arial" w:cs="Arial"/>
                      <w:i/>
                    </w:rPr>
                  </w:pPr>
                  <w:r w:rsidRPr="006912BC">
                    <w:rPr>
                      <w:rFonts w:ascii="Arial" w:hAnsi="Arial" w:cs="Arial"/>
                      <w:i/>
                    </w:rPr>
                    <w:t>403529 Волгоградской обл., Фроловский район х.Писаревка</w:t>
                  </w:r>
                </w:p>
                <w:p w:rsidR="00107553" w:rsidRPr="006912BC" w:rsidRDefault="00107553" w:rsidP="004E0727">
                  <w:pPr>
                    <w:pStyle w:val="PlainText"/>
                    <w:rPr>
                      <w:rFonts w:ascii="Arial" w:hAnsi="Arial" w:cs="Arial"/>
                      <w:i/>
                    </w:rPr>
                  </w:pPr>
                  <w:r w:rsidRPr="006912BC">
                    <w:rPr>
                      <w:rFonts w:ascii="Arial" w:hAnsi="Arial" w:cs="Arial"/>
                      <w:i/>
                    </w:rPr>
                    <w:t>Д.1032</w:t>
                  </w:r>
                </w:p>
                <w:p w:rsidR="00107553" w:rsidRPr="006912BC" w:rsidRDefault="00107553" w:rsidP="004E0727">
                  <w:pPr>
                    <w:pStyle w:val="PlainText"/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тел. 8-991-849-48-84</w:t>
                  </w:r>
                </w:p>
                <w:p w:rsidR="00107553" w:rsidRPr="006912BC" w:rsidRDefault="00107553" w:rsidP="004E0727">
                  <w:pPr>
                    <w:pStyle w:val="PlainText"/>
                    <w:rPr>
                      <w:rFonts w:ascii="Arial" w:hAnsi="Arial" w:cs="Arial"/>
                      <w:i/>
                    </w:rPr>
                  </w:pPr>
                  <w:r w:rsidRPr="006912BC">
                    <w:rPr>
                      <w:rFonts w:ascii="Arial" w:hAnsi="Arial" w:cs="Arial"/>
                      <w:i/>
                    </w:rPr>
                    <w:t>ИНН 3432000518  КПП 343201001</w:t>
                  </w:r>
                </w:p>
                <w:p w:rsidR="00107553" w:rsidRPr="006912BC" w:rsidRDefault="00107553" w:rsidP="004E0727">
                  <w:pPr>
                    <w:jc w:val="both"/>
                    <w:rPr>
                      <w:rFonts w:ascii="Arial" w:hAnsi="Arial"/>
                    </w:rPr>
                  </w:pPr>
                  <w:r w:rsidRPr="006912BC">
                    <w:rPr>
                      <w:rFonts w:ascii="Arial" w:hAnsi="Arial"/>
                      <w:i/>
                    </w:rPr>
                    <w:t>УФК по Волгоградской области (Администрация Писаревского сельского поселения Фроловского муниципального района Волгоградской области)</w:t>
                  </w:r>
                  <w:r w:rsidRPr="006912BC">
                    <w:rPr>
                      <w:rFonts w:ascii="Arial" w:hAnsi="Arial"/>
                    </w:rPr>
                    <w:t xml:space="preserve"> Администрация Писаревского сельского поселения</w:t>
                  </w:r>
                </w:p>
                <w:p w:rsidR="00107553" w:rsidRPr="006912BC" w:rsidRDefault="00107553" w:rsidP="004E0727">
                  <w:pPr>
                    <w:rPr>
                      <w:rFonts w:ascii="Arial" w:hAnsi="Arial"/>
                      <w:b/>
                    </w:rPr>
                  </w:pPr>
                  <w:r w:rsidRPr="006912BC">
                    <w:rPr>
                      <w:rFonts w:ascii="Arial" w:hAnsi="Arial"/>
                    </w:rPr>
                    <w:t xml:space="preserve">р/с </w:t>
                  </w:r>
                  <w:r w:rsidRPr="006912BC">
                    <w:rPr>
                      <w:rFonts w:ascii="Arial" w:hAnsi="Arial"/>
                      <w:b/>
                    </w:rPr>
                    <w:t>40204810400000000072</w:t>
                  </w:r>
                </w:p>
                <w:p w:rsidR="00107553" w:rsidRPr="006912BC" w:rsidRDefault="00107553" w:rsidP="004E0727">
                  <w:pPr>
                    <w:rPr>
                      <w:rFonts w:ascii="Arial" w:hAnsi="Arial"/>
                    </w:rPr>
                  </w:pPr>
                  <w:r w:rsidRPr="006912BC">
                    <w:rPr>
                      <w:rFonts w:ascii="Arial" w:hAnsi="Arial"/>
                    </w:rPr>
                    <w:t>в отделение Волгоград</w:t>
                  </w:r>
                  <w:r>
                    <w:rPr>
                      <w:rFonts w:ascii="Arial" w:hAnsi="Arial"/>
                    </w:rPr>
                    <w:t>/УФК по Волгоградской области</w:t>
                  </w:r>
                  <w:r w:rsidRPr="006912BC">
                    <w:rPr>
                      <w:rFonts w:ascii="Arial" w:hAnsi="Arial"/>
                    </w:rPr>
                    <w:t xml:space="preserve"> г.Волгоград</w:t>
                  </w:r>
                </w:p>
                <w:p w:rsidR="00107553" w:rsidRPr="006912BC" w:rsidRDefault="00107553" w:rsidP="004E0727">
                  <w:pPr>
                    <w:rPr>
                      <w:rFonts w:ascii="Arial" w:hAnsi="Arial"/>
                    </w:rPr>
                  </w:pPr>
                  <w:r w:rsidRPr="006912BC">
                    <w:rPr>
                      <w:rFonts w:ascii="Arial" w:hAnsi="Arial"/>
                    </w:rPr>
                    <w:t xml:space="preserve">БИК </w:t>
                  </w:r>
                  <w:r>
                    <w:rPr>
                      <w:rFonts w:ascii="Arial" w:hAnsi="Arial"/>
                    </w:rPr>
                    <w:t>011806101</w:t>
                  </w:r>
                </w:p>
                <w:p w:rsidR="00107553" w:rsidRPr="00FA5267" w:rsidRDefault="00107553" w:rsidP="004E0727">
                  <w:pPr>
                    <w:ind w:left="284"/>
                    <w:rPr>
                      <w:rFonts w:ascii="Times New Roman" w:hAnsi="Times New Roman"/>
                      <w:b/>
                      <w:bCs/>
                      <w:i/>
                      <w:iCs/>
                    </w:rPr>
                  </w:pPr>
                </w:p>
              </w:tc>
            </w:tr>
            <w:tr w:rsidR="00107553" w:rsidRPr="005D52A1" w:rsidTr="004963AA">
              <w:trPr>
                <w:trHeight w:val="433"/>
              </w:trPr>
              <w:tc>
                <w:tcPr>
                  <w:tcW w:w="11245" w:type="dxa"/>
                  <w:gridSpan w:val="5"/>
                  <w:vMerge/>
                  <w:vAlign w:val="center"/>
                </w:tcPr>
                <w:p w:rsidR="00107553" w:rsidRPr="005D52A1" w:rsidRDefault="00107553" w:rsidP="008C4EC2">
                  <w:pPr>
                    <w:rPr>
                      <w:rFonts w:ascii="Arial" w:hAnsi="Arial"/>
                      <w:b/>
                      <w:bCs/>
                      <w:i/>
                      <w:iCs/>
                    </w:rPr>
                  </w:pPr>
                </w:p>
              </w:tc>
            </w:tr>
            <w:tr w:rsidR="00107553" w:rsidRPr="005D52A1" w:rsidTr="004963AA">
              <w:trPr>
                <w:trHeight w:val="570"/>
              </w:trPr>
              <w:tc>
                <w:tcPr>
                  <w:tcW w:w="11245" w:type="dxa"/>
                  <w:gridSpan w:val="5"/>
                  <w:vMerge/>
                  <w:vAlign w:val="center"/>
                </w:tcPr>
                <w:p w:rsidR="00107553" w:rsidRPr="005D52A1" w:rsidRDefault="00107553" w:rsidP="008C4EC2">
                  <w:pPr>
                    <w:rPr>
                      <w:rFonts w:ascii="Arial" w:hAnsi="Arial"/>
                      <w:b/>
                      <w:bCs/>
                      <w:i/>
                      <w:iCs/>
                    </w:rPr>
                  </w:pPr>
                </w:p>
              </w:tc>
            </w:tr>
            <w:tr w:rsidR="00107553" w:rsidRPr="005D52A1" w:rsidTr="004963AA">
              <w:trPr>
                <w:trHeight w:val="433"/>
              </w:trPr>
              <w:tc>
                <w:tcPr>
                  <w:tcW w:w="11245" w:type="dxa"/>
                  <w:gridSpan w:val="5"/>
                  <w:vMerge/>
                  <w:vAlign w:val="center"/>
                </w:tcPr>
                <w:p w:rsidR="00107553" w:rsidRPr="005D52A1" w:rsidRDefault="00107553" w:rsidP="008C4EC2">
                  <w:pPr>
                    <w:rPr>
                      <w:rFonts w:ascii="Arial" w:hAnsi="Arial"/>
                      <w:b/>
                      <w:bCs/>
                      <w:i/>
                      <w:iCs/>
                    </w:rPr>
                  </w:pPr>
                </w:p>
              </w:tc>
            </w:tr>
            <w:tr w:rsidR="00107553" w:rsidRPr="005D52A1" w:rsidTr="004963AA">
              <w:trPr>
                <w:trHeight w:val="433"/>
              </w:trPr>
              <w:tc>
                <w:tcPr>
                  <w:tcW w:w="11245" w:type="dxa"/>
                  <w:gridSpan w:val="5"/>
                  <w:vMerge/>
                  <w:vAlign w:val="center"/>
                </w:tcPr>
                <w:p w:rsidR="00107553" w:rsidRPr="005D52A1" w:rsidRDefault="00107553" w:rsidP="008C4EC2">
                  <w:pPr>
                    <w:rPr>
                      <w:rFonts w:ascii="Arial" w:hAnsi="Arial"/>
                      <w:b/>
                      <w:bCs/>
                      <w:i/>
                      <w:iCs/>
                    </w:rPr>
                  </w:pPr>
                </w:p>
              </w:tc>
            </w:tr>
            <w:tr w:rsidR="00107553" w:rsidRPr="005D52A1" w:rsidTr="004963AA">
              <w:trPr>
                <w:trHeight w:val="660"/>
              </w:trPr>
              <w:tc>
                <w:tcPr>
                  <w:tcW w:w="11245" w:type="dxa"/>
                  <w:gridSpan w:val="5"/>
                  <w:vMerge/>
                  <w:vAlign w:val="center"/>
                </w:tcPr>
                <w:p w:rsidR="00107553" w:rsidRPr="005D52A1" w:rsidRDefault="00107553" w:rsidP="008C4EC2">
                  <w:pPr>
                    <w:rPr>
                      <w:rFonts w:ascii="Arial" w:hAnsi="Arial"/>
                      <w:b/>
                      <w:bCs/>
                      <w:i/>
                      <w:iCs/>
                    </w:rPr>
                  </w:pPr>
                </w:p>
              </w:tc>
            </w:tr>
            <w:tr w:rsidR="00107553" w:rsidRPr="005D52A1" w:rsidTr="004963AA">
              <w:trPr>
                <w:trHeight w:val="615"/>
              </w:trPr>
              <w:tc>
                <w:tcPr>
                  <w:tcW w:w="11245" w:type="dxa"/>
                  <w:gridSpan w:val="5"/>
                  <w:shd w:val="clear" w:color="000000" w:fill="FFFFFF"/>
                  <w:vAlign w:val="bottom"/>
                </w:tcPr>
                <w:p w:rsidR="00107553" w:rsidRPr="00FA5267" w:rsidRDefault="00107553" w:rsidP="004E0727">
                  <w:pPr>
                    <w:ind w:left="284"/>
                    <w:rPr>
                      <w:rFonts w:ascii="Times New Roman" w:hAnsi="Times New Roman"/>
                    </w:rPr>
                  </w:pPr>
                  <w:r w:rsidRPr="00FA5267">
                    <w:rPr>
                      <w:rFonts w:ascii="Times New Roman" w:hAnsi="Times New Roman"/>
                    </w:rPr>
                    <w:t>(подпись)</w:t>
                  </w:r>
                </w:p>
              </w:tc>
            </w:tr>
            <w:tr w:rsidR="00107553" w:rsidRPr="005D52A1" w:rsidTr="004963AA">
              <w:trPr>
                <w:gridAfter w:val="1"/>
                <w:wAfter w:w="3285" w:type="dxa"/>
                <w:trHeight w:val="285"/>
              </w:trPr>
              <w:tc>
                <w:tcPr>
                  <w:tcW w:w="1993" w:type="dxa"/>
                  <w:shd w:val="clear" w:color="000000" w:fill="FFFFFF"/>
                  <w:noWrap/>
                  <w:vAlign w:val="bottom"/>
                </w:tcPr>
                <w:p w:rsidR="00107553" w:rsidRPr="00FA5267" w:rsidRDefault="00107553" w:rsidP="004E0727">
                  <w:pPr>
                    <w:ind w:left="284"/>
                    <w:rPr>
                      <w:rFonts w:ascii="Times New Roman" w:hAnsi="Times New Roman"/>
                    </w:rPr>
                  </w:pPr>
                  <w:r w:rsidRPr="00FA5267">
                    <w:rPr>
                      <w:rFonts w:ascii="Times New Roman" w:hAnsi="Times New Roman"/>
                    </w:rPr>
                    <w:t>м.п</w:t>
                  </w:r>
                </w:p>
              </w:tc>
              <w:tc>
                <w:tcPr>
                  <w:tcW w:w="2063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> </w:t>
                  </w:r>
                </w:p>
              </w:tc>
              <w:tc>
                <w:tcPr>
                  <w:tcW w:w="2043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> </w:t>
                  </w:r>
                </w:p>
              </w:tc>
              <w:tc>
                <w:tcPr>
                  <w:tcW w:w="1861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> </w:t>
                  </w:r>
                </w:p>
              </w:tc>
            </w:tr>
            <w:tr w:rsidR="00107553" w:rsidRPr="005D52A1" w:rsidTr="004963AA">
              <w:trPr>
                <w:gridAfter w:val="1"/>
                <w:wAfter w:w="3285" w:type="dxa"/>
                <w:trHeight w:val="15"/>
              </w:trPr>
              <w:tc>
                <w:tcPr>
                  <w:tcW w:w="1993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> </w:t>
                  </w:r>
                </w:p>
              </w:tc>
              <w:tc>
                <w:tcPr>
                  <w:tcW w:w="2063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> </w:t>
                  </w:r>
                </w:p>
              </w:tc>
              <w:tc>
                <w:tcPr>
                  <w:tcW w:w="2043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> </w:t>
                  </w:r>
                </w:p>
              </w:tc>
              <w:tc>
                <w:tcPr>
                  <w:tcW w:w="1861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> </w:t>
                  </w:r>
                </w:p>
              </w:tc>
            </w:tr>
            <w:tr w:rsidR="00107553" w:rsidRPr="005D52A1" w:rsidTr="004963AA">
              <w:trPr>
                <w:gridAfter w:val="1"/>
                <w:wAfter w:w="3285" w:type="dxa"/>
                <w:trHeight w:val="195"/>
              </w:trPr>
              <w:tc>
                <w:tcPr>
                  <w:tcW w:w="1993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> </w:t>
                  </w:r>
                </w:p>
              </w:tc>
              <w:tc>
                <w:tcPr>
                  <w:tcW w:w="2063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> </w:t>
                  </w:r>
                </w:p>
              </w:tc>
              <w:tc>
                <w:tcPr>
                  <w:tcW w:w="2043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> </w:t>
                  </w:r>
                </w:p>
              </w:tc>
              <w:tc>
                <w:tcPr>
                  <w:tcW w:w="1861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> </w:t>
                  </w:r>
                </w:p>
              </w:tc>
            </w:tr>
            <w:tr w:rsidR="00107553" w:rsidRPr="005D52A1" w:rsidTr="004963AA">
              <w:trPr>
                <w:gridAfter w:val="1"/>
                <w:wAfter w:w="3285" w:type="dxa"/>
                <w:trHeight w:val="240"/>
              </w:trPr>
              <w:tc>
                <w:tcPr>
                  <w:tcW w:w="7960" w:type="dxa"/>
                  <w:gridSpan w:val="4"/>
                  <w:shd w:val="clear" w:color="000000" w:fill="FFFFFF"/>
                  <w:noWrap/>
                  <w:vAlign w:val="center"/>
                </w:tcPr>
                <w:p w:rsidR="00107553" w:rsidRPr="005D52A1" w:rsidRDefault="00107553" w:rsidP="002E7592">
                  <w:pPr>
                    <w:rPr>
                      <w:rFonts w:ascii="Arial" w:hAnsi="Arial"/>
                      <w:b/>
                      <w:bCs/>
                    </w:rPr>
                  </w:pPr>
                </w:p>
              </w:tc>
            </w:tr>
            <w:tr w:rsidR="00107553" w:rsidRPr="005D52A1" w:rsidTr="004963AA">
              <w:trPr>
                <w:gridAfter w:val="1"/>
                <w:wAfter w:w="3285" w:type="dxa"/>
                <w:trHeight w:val="345"/>
              </w:trPr>
              <w:tc>
                <w:tcPr>
                  <w:tcW w:w="1993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> </w:t>
                  </w:r>
                </w:p>
              </w:tc>
              <w:tc>
                <w:tcPr>
                  <w:tcW w:w="2063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> </w:t>
                  </w:r>
                </w:p>
              </w:tc>
              <w:tc>
                <w:tcPr>
                  <w:tcW w:w="2043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> </w:t>
                  </w:r>
                </w:p>
              </w:tc>
              <w:tc>
                <w:tcPr>
                  <w:tcW w:w="1861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> </w:t>
                  </w:r>
                </w:p>
              </w:tc>
            </w:tr>
            <w:tr w:rsidR="00107553" w:rsidRPr="005D52A1" w:rsidTr="004963AA">
              <w:trPr>
                <w:gridAfter w:val="1"/>
                <w:wAfter w:w="3285" w:type="dxa"/>
                <w:trHeight w:val="270"/>
              </w:trPr>
              <w:tc>
                <w:tcPr>
                  <w:tcW w:w="1993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> </w:t>
                  </w:r>
                </w:p>
              </w:tc>
              <w:tc>
                <w:tcPr>
                  <w:tcW w:w="2063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> </w:t>
                  </w:r>
                </w:p>
              </w:tc>
              <w:tc>
                <w:tcPr>
                  <w:tcW w:w="2043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> </w:t>
                  </w:r>
                </w:p>
              </w:tc>
              <w:tc>
                <w:tcPr>
                  <w:tcW w:w="1861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> </w:t>
                  </w:r>
                </w:p>
              </w:tc>
            </w:tr>
            <w:tr w:rsidR="00107553" w:rsidRPr="005D52A1" w:rsidTr="004963AA">
              <w:trPr>
                <w:trHeight w:val="660"/>
              </w:trPr>
              <w:tc>
                <w:tcPr>
                  <w:tcW w:w="6099" w:type="dxa"/>
                  <w:gridSpan w:val="3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jc w:val="center"/>
                    <w:rPr>
                      <w:rFonts w:ascii="Arial" w:hAnsi="Arial"/>
                    </w:rPr>
                  </w:pPr>
                </w:p>
              </w:tc>
              <w:tc>
                <w:tcPr>
                  <w:tcW w:w="5146" w:type="dxa"/>
                  <w:gridSpan w:val="2"/>
                  <w:shd w:val="clear" w:color="000000" w:fill="FFFFFF"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  <w:b/>
                      <w:bCs/>
                      <w:i/>
                      <w:iCs/>
                    </w:rPr>
                  </w:pPr>
                  <w:r w:rsidRPr="005D52A1">
                    <w:rPr>
                      <w:rFonts w:ascii="Arial" w:hAnsi="Arial"/>
                      <w:b/>
                      <w:bCs/>
                      <w:i/>
                      <w:iCs/>
                    </w:rPr>
                    <w:t>Сурков Сергей Александрович</w:t>
                  </w:r>
                </w:p>
              </w:tc>
            </w:tr>
            <w:tr w:rsidR="00107553" w:rsidRPr="005D52A1" w:rsidTr="004963AA">
              <w:trPr>
                <w:gridAfter w:val="1"/>
                <w:wAfter w:w="3285" w:type="dxa"/>
                <w:trHeight w:val="345"/>
              </w:trPr>
              <w:tc>
                <w:tcPr>
                  <w:tcW w:w="1993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> </w:t>
                  </w:r>
                </w:p>
              </w:tc>
              <w:tc>
                <w:tcPr>
                  <w:tcW w:w="2063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2043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> </w:t>
                  </w:r>
                </w:p>
              </w:tc>
              <w:tc>
                <w:tcPr>
                  <w:tcW w:w="1861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  <w:r w:rsidRPr="005D52A1">
                    <w:rPr>
                      <w:rFonts w:ascii="Arial" w:hAnsi="Arial"/>
                    </w:rPr>
                    <w:t> </w:t>
                  </w:r>
                </w:p>
              </w:tc>
            </w:tr>
          </w:tbl>
          <w:p w:rsidR="00107553" w:rsidRDefault="00107553"/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107553" w:rsidRPr="00376268" w:rsidRDefault="00107553" w:rsidP="009F2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268">
              <w:rPr>
                <w:rFonts w:ascii="Times New Roman" w:hAnsi="Times New Roman"/>
                <w:sz w:val="24"/>
                <w:szCs w:val="24"/>
              </w:rPr>
              <w:t>Арендатор</w:t>
            </w:r>
          </w:p>
        </w:tc>
      </w:tr>
      <w:tr w:rsidR="00107553" w:rsidRPr="00376268" w:rsidTr="004963AA">
        <w:tc>
          <w:tcPr>
            <w:tcW w:w="563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1245" w:type="dxa"/>
              <w:tblLayout w:type="fixed"/>
              <w:tblLook w:val="00A0"/>
            </w:tblPr>
            <w:tblGrid>
              <w:gridCol w:w="1993"/>
              <w:gridCol w:w="2063"/>
              <w:gridCol w:w="2043"/>
              <w:gridCol w:w="1861"/>
              <w:gridCol w:w="3285"/>
            </w:tblGrid>
            <w:tr w:rsidR="00107553" w:rsidRPr="005D52A1" w:rsidTr="008C4EC2">
              <w:trPr>
                <w:gridAfter w:val="1"/>
                <w:wAfter w:w="1922" w:type="dxa"/>
                <w:trHeight w:val="630"/>
              </w:trPr>
              <w:tc>
                <w:tcPr>
                  <w:tcW w:w="4657" w:type="dxa"/>
                  <w:gridSpan w:val="4"/>
                  <w:shd w:val="clear" w:color="000000" w:fill="FFFFFF"/>
                </w:tcPr>
                <w:p w:rsidR="00107553" w:rsidRPr="005D52A1" w:rsidRDefault="00107553" w:rsidP="008C4EC2">
                  <w:pPr>
                    <w:rPr>
                      <w:rFonts w:ascii="Arial" w:hAnsi="Arial"/>
                      <w:b/>
                      <w:bCs/>
                      <w:i/>
                      <w:iCs/>
                    </w:rPr>
                  </w:pPr>
                </w:p>
              </w:tc>
            </w:tr>
            <w:tr w:rsidR="00107553" w:rsidRPr="005D52A1" w:rsidTr="008C4EC2">
              <w:trPr>
                <w:gridAfter w:val="1"/>
                <w:wAfter w:w="1922" w:type="dxa"/>
                <w:trHeight w:val="1185"/>
              </w:trPr>
              <w:tc>
                <w:tcPr>
                  <w:tcW w:w="4657" w:type="dxa"/>
                  <w:gridSpan w:val="4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</w:tr>
            <w:tr w:rsidR="00107553" w:rsidRPr="005D52A1" w:rsidTr="008C4EC2">
              <w:trPr>
                <w:trHeight w:val="840"/>
              </w:trPr>
              <w:tc>
                <w:tcPr>
                  <w:tcW w:w="5617" w:type="dxa"/>
                  <w:gridSpan w:val="5"/>
                  <w:vMerge w:val="restart"/>
                </w:tcPr>
                <w:p w:rsidR="00107553" w:rsidRPr="005D52A1" w:rsidRDefault="00107553" w:rsidP="008C4EC2">
                  <w:pPr>
                    <w:jc w:val="both"/>
                    <w:rPr>
                      <w:rFonts w:ascii="Arial" w:hAnsi="Arial"/>
                      <w:b/>
                      <w:bCs/>
                      <w:i/>
                      <w:iCs/>
                    </w:rPr>
                  </w:pPr>
                </w:p>
              </w:tc>
            </w:tr>
            <w:tr w:rsidR="00107553" w:rsidRPr="005D52A1" w:rsidTr="008C4EC2">
              <w:trPr>
                <w:trHeight w:val="433"/>
              </w:trPr>
              <w:tc>
                <w:tcPr>
                  <w:tcW w:w="5617" w:type="dxa"/>
                  <w:gridSpan w:val="5"/>
                  <w:vMerge/>
                  <w:vAlign w:val="center"/>
                </w:tcPr>
                <w:p w:rsidR="00107553" w:rsidRPr="005D52A1" w:rsidRDefault="00107553" w:rsidP="008C4EC2">
                  <w:pPr>
                    <w:rPr>
                      <w:rFonts w:ascii="Arial" w:hAnsi="Arial"/>
                      <w:b/>
                      <w:bCs/>
                      <w:i/>
                      <w:iCs/>
                    </w:rPr>
                  </w:pPr>
                </w:p>
              </w:tc>
            </w:tr>
            <w:tr w:rsidR="00107553" w:rsidRPr="005D52A1" w:rsidTr="008C4EC2">
              <w:trPr>
                <w:trHeight w:val="570"/>
              </w:trPr>
              <w:tc>
                <w:tcPr>
                  <w:tcW w:w="5617" w:type="dxa"/>
                  <w:gridSpan w:val="5"/>
                  <w:vMerge/>
                  <w:vAlign w:val="center"/>
                </w:tcPr>
                <w:p w:rsidR="00107553" w:rsidRPr="005D52A1" w:rsidRDefault="00107553" w:rsidP="008C4EC2">
                  <w:pPr>
                    <w:rPr>
                      <w:rFonts w:ascii="Arial" w:hAnsi="Arial"/>
                      <w:b/>
                      <w:bCs/>
                      <w:i/>
                      <w:iCs/>
                    </w:rPr>
                  </w:pPr>
                </w:p>
              </w:tc>
            </w:tr>
            <w:tr w:rsidR="00107553" w:rsidRPr="005D52A1" w:rsidTr="008C4EC2">
              <w:trPr>
                <w:trHeight w:val="433"/>
              </w:trPr>
              <w:tc>
                <w:tcPr>
                  <w:tcW w:w="5617" w:type="dxa"/>
                  <w:gridSpan w:val="5"/>
                  <w:vMerge/>
                  <w:vAlign w:val="center"/>
                </w:tcPr>
                <w:p w:rsidR="00107553" w:rsidRPr="005D52A1" w:rsidRDefault="00107553" w:rsidP="008C4EC2">
                  <w:pPr>
                    <w:rPr>
                      <w:rFonts w:ascii="Arial" w:hAnsi="Arial"/>
                      <w:b/>
                      <w:bCs/>
                      <w:i/>
                      <w:iCs/>
                    </w:rPr>
                  </w:pPr>
                </w:p>
              </w:tc>
            </w:tr>
            <w:tr w:rsidR="00107553" w:rsidRPr="005D52A1" w:rsidTr="008C4EC2">
              <w:trPr>
                <w:trHeight w:val="433"/>
              </w:trPr>
              <w:tc>
                <w:tcPr>
                  <w:tcW w:w="5617" w:type="dxa"/>
                  <w:gridSpan w:val="5"/>
                  <w:vMerge/>
                  <w:vAlign w:val="center"/>
                </w:tcPr>
                <w:p w:rsidR="00107553" w:rsidRPr="005D52A1" w:rsidRDefault="00107553" w:rsidP="008C4EC2">
                  <w:pPr>
                    <w:rPr>
                      <w:rFonts w:ascii="Arial" w:hAnsi="Arial"/>
                      <w:b/>
                      <w:bCs/>
                      <w:i/>
                      <w:iCs/>
                    </w:rPr>
                  </w:pPr>
                </w:p>
              </w:tc>
            </w:tr>
            <w:tr w:rsidR="00107553" w:rsidRPr="005D52A1" w:rsidTr="008C4EC2">
              <w:trPr>
                <w:trHeight w:val="660"/>
              </w:trPr>
              <w:tc>
                <w:tcPr>
                  <w:tcW w:w="5617" w:type="dxa"/>
                  <w:gridSpan w:val="5"/>
                  <w:vMerge/>
                  <w:vAlign w:val="center"/>
                </w:tcPr>
                <w:p w:rsidR="00107553" w:rsidRPr="005D52A1" w:rsidRDefault="00107553" w:rsidP="008C4EC2">
                  <w:pPr>
                    <w:rPr>
                      <w:rFonts w:ascii="Arial" w:hAnsi="Arial"/>
                      <w:b/>
                      <w:bCs/>
                      <w:i/>
                      <w:iCs/>
                    </w:rPr>
                  </w:pPr>
                </w:p>
              </w:tc>
            </w:tr>
            <w:tr w:rsidR="00107553" w:rsidRPr="005D52A1" w:rsidTr="008C4EC2">
              <w:trPr>
                <w:trHeight w:val="615"/>
              </w:trPr>
              <w:tc>
                <w:tcPr>
                  <w:tcW w:w="5617" w:type="dxa"/>
                  <w:gridSpan w:val="5"/>
                  <w:shd w:val="clear" w:color="000000" w:fill="FFFFFF"/>
                  <w:vAlign w:val="center"/>
                </w:tcPr>
                <w:p w:rsidR="00107553" w:rsidRPr="005D52A1" w:rsidRDefault="00107553" w:rsidP="008C4EC2">
                  <w:pPr>
                    <w:rPr>
                      <w:rFonts w:ascii="Arial" w:hAnsi="Arial"/>
                      <w:b/>
                      <w:bCs/>
                      <w:i/>
                      <w:iCs/>
                    </w:rPr>
                  </w:pPr>
                </w:p>
              </w:tc>
            </w:tr>
            <w:tr w:rsidR="00107553" w:rsidRPr="005D52A1" w:rsidTr="008C4EC2">
              <w:trPr>
                <w:gridAfter w:val="1"/>
                <w:wAfter w:w="1922" w:type="dxa"/>
                <w:trHeight w:val="285"/>
              </w:trPr>
              <w:tc>
                <w:tcPr>
                  <w:tcW w:w="1166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1207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1195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1089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</w:tr>
            <w:tr w:rsidR="00107553" w:rsidRPr="005D52A1" w:rsidTr="008C4EC2">
              <w:trPr>
                <w:gridAfter w:val="1"/>
                <w:wAfter w:w="1922" w:type="dxa"/>
                <w:trHeight w:val="15"/>
              </w:trPr>
              <w:tc>
                <w:tcPr>
                  <w:tcW w:w="1166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1207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1195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1089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</w:tr>
            <w:tr w:rsidR="00107553" w:rsidRPr="005D52A1" w:rsidTr="008C4EC2">
              <w:trPr>
                <w:gridAfter w:val="1"/>
                <w:wAfter w:w="1922" w:type="dxa"/>
                <w:trHeight w:val="195"/>
              </w:trPr>
              <w:tc>
                <w:tcPr>
                  <w:tcW w:w="1166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1207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1195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1089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</w:tr>
            <w:tr w:rsidR="00107553" w:rsidRPr="005D52A1" w:rsidTr="008C4EC2">
              <w:trPr>
                <w:gridAfter w:val="1"/>
                <w:wAfter w:w="1922" w:type="dxa"/>
                <w:trHeight w:val="240"/>
              </w:trPr>
              <w:tc>
                <w:tcPr>
                  <w:tcW w:w="4657" w:type="dxa"/>
                  <w:gridSpan w:val="4"/>
                  <w:shd w:val="clear" w:color="000000" w:fill="FFFFFF"/>
                  <w:noWrap/>
                  <w:vAlign w:val="center"/>
                </w:tcPr>
                <w:p w:rsidR="00107553" w:rsidRPr="005D52A1" w:rsidRDefault="00107553" w:rsidP="002E7592">
                  <w:pPr>
                    <w:rPr>
                      <w:rFonts w:ascii="Arial" w:hAnsi="Arial"/>
                      <w:b/>
                      <w:bCs/>
                    </w:rPr>
                  </w:pPr>
                </w:p>
              </w:tc>
            </w:tr>
            <w:tr w:rsidR="00107553" w:rsidRPr="005D52A1" w:rsidTr="008C4EC2">
              <w:trPr>
                <w:gridAfter w:val="1"/>
                <w:wAfter w:w="1922" w:type="dxa"/>
                <w:trHeight w:val="345"/>
              </w:trPr>
              <w:tc>
                <w:tcPr>
                  <w:tcW w:w="1166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1207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1195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1089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</w:tr>
            <w:tr w:rsidR="00107553" w:rsidRPr="005D52A1" w:rsidTr="008C4EC2">
              <w:trPr>
                <w:gridAfter w:val="1"/>
                <w:wAfter w:w="1922" w:type="dxa"/>
                <w:trHeight w:val="270"/>
              </w:trPr>
              <w:tc>
                <w:tcPr>
                  <w:tcW w:w="1166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1207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1195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1089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</w:tr>
            <w:tr w:rsidR="00107553" w:rsidRPr="005D52A1" w:rsidTr="008C4EC2">
              <w:trPr>
                <w:trHeight w:val="660"/>
              </w:trPr>
              <w:tc>
                <w:tcPr>
                  <w:tcW w:w="3568" w:type="dxa"/>
                  <w:gridSpan w:val="3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jc w:val="center"/>
                    <w:rPr>
                      <w:rFonts w:ascii="Arial" w:hAnsi="Arial"/>
                    </w:rPr>
                  </w:pPr>
                </w:p>
              </w:tc>
              <w:tc>
                <w:tcPr>
                  <w:tcW w:w="2049" w:type="dxa"/>
                  <w:gridSpan w:val="2"/>
                  <w:shd w:val="clear" w:color="000000" w:fill="FFFFFF"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  <w:b/>
                      <w:bCs/>
                      <w:i/>
                      <w:iCs/>
                    </w:rPr>
                  </w:pPr>
                </w:p>
              </w:tc>
            </w:tr>
            <w:tr w:rsidR="00107553" w:rsidRPr="005D52A1" w:rsidTr="008C4EC2">
              <w:trPr>
                <w:gridAfter w:val="1"/>
                <w:wAfter w:w="1922" w:type="dxa"/>
                <w:trHeight w:val="345"/>
              </w:trPr>
              <w:tc>
                <w:tcPr>
                  <w:tcW w:w="1166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1207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1195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  <w:tc>
                <w:tcPr>
                  <w:tcW w:w="1089" w:type="dxa"/>
                  <w:shd w:val="clear" w:color="000000" w:fill="FFFFFF"/>
                  <w:noWrap/>
                  <w:vAlign w:val="bottom"/>
                </w:tcPr>
                <w:p w:rsidR="00107553" w:rsidRPr="005D52A1" w:rsidRDefault="00107553" w:rsidP="008C4EC2">
                  <w:pPr>
                    <w:rPr>
                      <w:rFonts w:ascii="Arial" w:hAnsi="Arial"/>
                    </w:rPr>
                  </w:pPr>
                </w:p>
              </w:tc>
            </w:tr>
          </w:tbl>
          <w:p w:rsidR="00107553" w:rsidRDefault="00107553"/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107553" w:rsidRPr="00376268" w:rsidRDefault="00107553" w:rsidP="009F2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7553" w:rsidRPr="00636B0D" w:rsidRDefault="00107553" w:rsidP="009F25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07553" w:rsidRPr="00636B0D" w:rsidRDefault="00107553" w:rsidP="009F2524">
      <w:pPr>
        <w:spacing w:after="0"/>
        <w:rPr>
          <w:rFonts w:ascii="Times New Roman" w:hAnsi="Times New Roman"/>
          <w:sz w:val="24"/>
          <w:szCs w:val="24"/>
        </w:rPr>
      </w:pPr>
    </w:p>
    <w:sectPr w:rsidR="00107553" w:rsidRPr="00636B0D" w:rsidSect="00066A7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71CE"/>
    <w:rsid w:val="00066A7A"/>
    <w:rsid w:val="000F59A4"/>
    <w:rsid w:val="00107553"/>
    <w:rsid w:val="001220D1"/>
    <w:rsid w:val="0013188E"/>
    <w:rsid w:val="00191235"/>
    <w:rsid w:val="001A42CA"/>
    <w:rsid w:val="002531BB"/>
    <w:rsid w:val="00266526"/>
    <w:rsid w:val="002871CE"/>
    <w:rsid w:val="002E7592"/>
    <w:rsid w:val="00337F37"/>
    <w:rsid w:val="00376268"/>
    <w:rsid w:val="004606B1"/>
    <w:rsid w:val="00492DF7"/>
    <w:rsid w:val="004963AA"/>
    <w:rsid w:val="004B0627"/>
    <w:rsid w:val="004E0727"/>
    <w:rsid w:val="0051521A"/>
    <w:rsid w:val="00577174"/>
    <w:rsid w:val="005D52A1"/>
    <w:rsid w:val="00636B0D"/>
    <w:rsid w:val="006907DE"/>
    <w:rsid w:val="006912BC"/>
    <w:rsid w:val="00691A7C"/>
    <w:rsid w:val="006A5211"/>
    <w:rsid w:val="006D1142"/>
    <w:rsid w:val="007E467D"/>
    <w:rsid w:val="008065DC"/>
    <w:rsid w:val="00892D7F"/>
    <w:rsid w:val="008A617A"/>
    <w:rsid w:val="008C4EC2"/>
    <w:rsid w:val="008E06BA"/>
    <w:rsid w:val="008E6101"/>
    <w:rsid w:val="0098212D"/>
    <w:rsid w:val="009F2524"/>
    <w:rsid w:val="009F4AC9"/>
    <w:rsid w:val="00A1619E"/>
    <w:rsid w:val="00A31338"/>
    <w:rsid w:val="00A34FC0"/>
    <w:rsid w:val="00A35B5B"/>
    <w:rsid w:val="00AB507D"/>
    <w:rsid w:val="00B07891"/>
    <w:rsid w:val="00B541F3"/>
    <w:rsid w:val="00B56A32"/>
    <w:rsid w:val="00B71054"/>
    <w:rsid w:val="00B819A7"/>
    <w:rsid w:val="00BF134A"/>
    <w:rsid w:val="00C4241D"/>
    <w:rsid w:val="00C72809"/>
    <w:rsid w:val="00CC37F0"/>
    <w:rsid w:val="00D634E8"/>
    <w:rsid w:val="00D66E83"/>
    <w:rsid w:val="00E96D8F"/>
    <w:rsid w:val="00EA25D2"/>
    <w:rsid w:val="00EA6A5E"/>
    <w:rsid w:val="00EE451F"/>
    <w:rsid w:val="00F233F6"/>
    <w:rsid w:val="00F50006"/>
    <w:rsid w:val="00FA5267"/>
    <w:rsid w:val="00FC2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B1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36B0D"/>
    <w:rPr>
      <w:rFonts w:ascii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2E7592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E7592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5</Pages>
  <Words>1412</Words>
  <Characters>8051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persey</dc:creator>
  <cp:keywords/>
  <dc:description/>
  <cp:lastModifiedBy>Admin</cp:lastModifiedBy>
  <cp:revision>131</cp:revision>
  <dcterms:created xsi:type="dcterms:W3CDTF">2018-02-09T13:26:00Z</dcterms:created>
  <dcterms:modified xsi:type="dcterms:W3CDTF">2021-11-25T08:39:00Z</dcterms:modified>
</cp:coreProperties>
</file>